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BD8A" w14:textId="77777777" w:rsidR="00CA6EC9" w:rsidRPr="009C2683" w:rsidRDefault="00CA6EC9" w:rsidP="00CA6EC9">
      <w:pPr>
        <w:jc w:val="right"/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color w:val="000000"/>
          <w:szCs w:val="22"/>
        </w:rPr>
        <w:t>Formblatt 6</w:t>
      </w:r>
    </w:p>
    <w:p w14:paraId="76880E6D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C9E6DBF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44E525DB" w14:textId="77777777" w:rsidR="00CA6EC9" w:rsidRPr="009C2683" w:rsidRDefault="00CA6EC9" w:rsidP="00CA6EC9">
      <w:pPr>
        <w:jc w:val="center"/>
        <w:rPr>
          <w:rFonts w:ascii="Helvetica" w:hAnsi="Helvetica" w:cs="Courier New"/>
          <w:b/>
          <w:bCs/>
          <w:szCs w:val="22"/>
        </w:rPr>
      </w:pPr>
      <w:r w:rsidRPr="009C2683">
        <w:rPr>
          <w:rFonts w:ascii="Helvetica" w:hAnsi="Helvetica" w:cs="Courier New"/>
          <w:b/>
          <w:bCs/>
          <w:szCs w:val="22"/>
        </w:rPr>
        <w:t>Eigenerklärung Umsatz</w:t>
      </w:r>
    </w:p>
    <w:p w14:paraId="25EA2ADC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237B0DC5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42CBFBDC" w14:textId="77777777" w:rsidR="00CA6EC9" w:rsidRPr="009C2683" w:rsidRDefault="00CA6EC9" w:rsidP="00CA6EC9">
      <w:pPr>
        <w:spacing w:after="240" w:line="360" w:lineRule="auto"/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>Mein/Unser Gesamtumsatz in den letzten 3 abgeschlossenen Geschäftsjahren beziffert sich wie folgt: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53"/>
      </w:tblGrid>
      <w:tr w:rsidR="00CA6EC9" w:rsidRPr="009C2683" w14:paraId="2C5F9861" w14:textId="77777777" w:rsidTr="00A40413">
        <w:trPr>
          <w:trHeight w:val="567"/>
        </w:trPr>
        <w:tc>
          <w:tcPr>
            <w:tcW w:w="4323" w:type="dxa"/>
            <w:tcBorders>
              <w:bottom w:val="nil"/>
            </w:tcBorders>
          </w:tcPr>
          <w:p w14:paraId="2689F0BA" w14:textId="77777777" w:rsidR="00CA6EC9" w:rsidRPr="009C2683" w:rsidRDefault="00CA6EC9" w:rsidP="00A40413">
            <w:pPr>
              <w:pStyle w:val="Kopfzeile"/>
              <w:tabs>
                <w:tab w:val="clear" w:pos="4536"/>
                <w:tab w:val="clear" w:pos="9072"/>
              </w:tabs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>Umsatz im</w:t>
            </w:r>
          </w:p>
        </w:tc>
        <w:tc>
          <w:tcPr>
            <w:tcW w:w="4853" w:type="dxa"/>
            <w:tcBorders>
              <w:bottom w:val="nil"/>
            </w:tcBorders>
          </w:tcPr>
          <w:p w14:paraId="14E4E631" w14:textId="77777777" w:rsidR="00CA6EC9" w:rsidRPr="009C2683" w:rsidRDefault="00CA6EC9" w:rsidP="00A40413">
            <w:pPr>
              <w:pStyle w:val="Kopfzeile"/>
              <w:tabs>
                <w:tab w:val="clear" w:pos="4536"/>
                <w:tab w:val="clear" w:pos="9072"/>
              </w:tabs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</w:p>
        </w:tc>
      </w:tr>
      <w:tr w:rsidR="00CA6EC9" w:rsidRPr="009C2683" w14:paraId="65BBEF8D" w14:textId="77777777" w:rsidTr="00A40413">
        <w:trPr>
          <w:trHeight w:val="567"/>
        </w:trPr>
        <w:tc>
          <w:tcPr>
            <w:tcW w:w="4323" w:type="dxa"/>
            <w:tcBorders>
              <w:top w:val="nil"/>
              <w:bottom w:val="nil"/>
            </w:tcBorders>
          </w:tcPr>
          <w:p w14:paraId="6A658C04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740705358"/>
                <w:placeholder>
                  <w:docPart w:val="0EC7C16DECCB144787E39106B1F127B9"/>
                </w:placeholder>
                <w:showingPlcHdr/>
                <w:text/>
              </w:sdtPr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  <w:bottom w:val="nil"/>
            </w:tcBorders>
          </w:tcPr>
          <w:p w14:paraId="54B959EE" w14:textId="77777777" w:rsidR="00CA6EC9" w:rsidRPr="009C2683" w:rsidRDefault="00000000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-37514764"/>
                <w:placeholder>
                  <w:docPart w:val="610042A417745A40888F610E9712EC17"/>
                </w:placeholder>
                <w:showingPlcHdr/>
                <w:text/>
              </w:sdtPr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  <w:tr w:rsidR="00CA6EC9" w:rsidRPr="009C2683" w14:paraId="1E9CAE54" w14:textId="77777777" w:rsidTr="00A40413">
        <w:trPr>
          <w:trHeight w:val="567"/>
        </w:trPr>
        <w:tc>
          <w:tcPr>
            <w:tcW w:w="4323" w:type="dxa"/>
            <w:tcBorders>
              <w:top w:val="nil"/>
              <w:bottom w:val="nil"/>
            </w:tcBorders>
          </w:tcPr>
          <w:p w14:paraId="75E1EA3B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36649095"/>
                <w:placeholder>
                  <w:docPart w:val="FB485AE87637A448938155E19C275E50"/>
                </w:placeholder>
                <w:showingPlcHdr/>
                <w:text/>
              </w:sdtPr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  <w:bottom w:val="nil"/>
            </w:tcBorders>
          </w:tcPr>
          <w:p w14:paraId="76E3DCDB" w14:textId="77777777" w:rsidR="00CA6EC9" w:rsidRPr="009C2683" w:rsidRDefault="00000000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-559560134"/>
                <w:placeholder>
                  <w:docPart w:val="76ABADC1E76F014A8CE7BC406A01DE1A"/>
                </w:placeholder>
                <w:showingPlcHdr/>
                <w:text/>
              </w:sdtPr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  <w:tr w:rsidR="00CA6EC9" w:rsidRPr="009C2683" w14:paraId="36142888" w14:textId="77777777" w:rsidTr="00A40413">
        <w:trPr>
          <w:trHeight w:val="567"/>
        </w:trPr>
        <w:tc>
          <w:tcPr>
            <w:tcW w:w="4323" w:type="dxa"/>
            <w:tcBorders>
              <w:top w:val="nil"/>
            </w:tcBorders>
          </w:tcPr>
          <w:p w14:paraId="7BD88E39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368679052"/>
                <w:placeholder>
                  <w:docPart w:val="18D4C82CB4C4454E9F05AA4E286B8587"/>
                </w:placeholder>
                <w:showingPlcHdr/>
                <w:text/>
              </w:sdtPr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</w:tcBorders>
          </w:tcPr>
          <w:p w14:paraId="3DD52C60" w14:textId="77777777" w:rsidR="00CA6EC9" w:rsidRPr="009C2683" w:rsidRDefault="00000000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1144938210"/>
                <w:placeholder>
                  <w:docPart w:val="C0C85C4A643DAD4DB7A843013D0A986A"/>
                </w:placeholder>
                <w:showingPlcHdr/>
                <w:text/>
              </w:sdtPr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</w:tbl>
    <w:p w14:paraId="3E63B216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11B3D72D" w14:textId="7C1C027F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 xml:space="preserve">Mindestanforderung: Der Gesamtumsatz liegt im Durchschnitt der letzten 3 abgeschlossenen Geschäftsjahre über </w:t>
      </w:r>
      <w:r w:rsidR="003910C8" w:rsidRPr="00F95D3E">
        <w:rPr>
          <w:rStyle w:val="normaltextrun"/>
          <w:rFonts w:ascii="Helvetica" w:hAnsi="Helvetica" w:cs="Courier New"/>
          <w:b/>
          <w:bCs/>
          <w:color w:val="000000" w:themeColor="text1"/>
          <w:szCs w:val="22"/>
        </w:rPr>
        <w:t>6</w:t>
      </w:r>
      <w:r w:rsidR="005D48FC">
        <w:rPr>
          <w:rStyle w:val="normaltextrun"/>
          <w:rFonts w:ascii="Helvetica" w:hAnsi="Helvetica" w:cs="Courier New"/>
          <w:b/>
          <w:bCs/>
          <w:color w:val="000000" w:themeColor="text1"/>
          <w:szCs w:val="22"/>
        </w:rPr>
        <w:t>4</w:t>
      </w:r>
      <w:r w:rsidR="003910C8" w:rsidRPr="00F95D3E">
        <w:rPr>
          <w:rStyle w:val="normaltextrun"/>
          <w:rFonts w:ascii="Helvetica" w:hAnsi="Helvetica" w:cs="Courier New"/>
          <w:b/>
          <w:color w:val="000000" w:themeColor="text1"/>
          <w:szCs w:val="22"/>
        </w:rPr>
        <w:t>.</w:t>
      </w:r>
      <w:r w:rsidR="003910C8" w:rsidRPr="00F95D3E">
        <w:rPr>
          <w:rStyle w:val="normaltextrun"/>
          <w:rFonts w:ascii="Helvetica" w:hAnsi="Helvetica" w:cs="Courier New"/>
          <w:b/>
          <w:bCs/>
          <w:color w:val="000000" w:themeColor="text1"/>
          <w:szCs w:val="22"/>
        </w:rPr>
        <w:t>5</w:t>
      </w:r>
      <w:r w:rsidR="003910C8" w:rsidRPr="00F95D3E">
        <w:rPr>
          <w:rStyle w:val="normaltextrun"/>
          <w:rFonts w:ascii="Helvetica" w:hAnsi="Helvetica" w:cs="Courier New"/>
          <w:b/>
          <w:color w:val="000000" w:themeColor="text1"/>
          <w:szCs w:val="22"/>
        </w:rPr>
        <w:t>00,00</w:t>
      </w:r>
      <w:r w:rsidR="003910C8" w:rsidRPr="2E7DE20B">
        <w:rPr>
          <w:rStyle w:val="normaltextrun"/>
          <w:rFonts w:ascii="Helvetica" w:hAnsi="Helvetica" w:cs="Courier New"/>
          <w:color w:val="000000" w:themeColor="text1"/>
          <w:szCs w:val="22"/>
        </w:rPr>
        <w:t xml:space="preserve"> </w:t>
      </w:r>
      <w:r w:rsidR="003910C8" w:rsidRPr="003910C8">
        <w:rPr>
          <w:rStyle w:val="normaltextrun"/>
          <w:rFonts w:ascii="Helvetica" w:hAnsi="Helvetica" w:cs="Courier New"/>
          <w:b/>
          <w:bCs/>
          <w:color w:val="000000" w:themeColor="text1"/>
          <w:szCs w:val="22"/>
        </w:rPr>
        <w:t>€</w:t>
      </w:r>
      <w:r w:rsidR="003910C8">
        <w:rPr>
          <w:rStyle w:val="normaltextrun"/>
          <w:rFonts w:ascii="Helvetica" w:hAnsi="Helvetica" w:cs="Courier New"/>
          <w:color w:val="000000" w:themeColor="text1"/>
          <w:szCs w:val="22"/>
        </w:rPr>
        <w:t xml:space="preserve"> </w:t>
      </w:r>
      <w:r w:rsidRPr="009C2683">
        <w:rPr>
          <w:rFonts w:ascii="Helvetica" w:hAnsi="Helvetica" w:cs="Courier New"/>
          <w:szCs w:val="22"/>
        </w:rPr>
        <w:t>netto jährlich.</w:t>
      </w:r>
    </w:p>
    <w:p w14:paraId="3B52A361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6C528565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34D466A2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537220C1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C5F6607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2D9F32F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0E532759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 xml:space="preserve">____________________________________________________________________ </w:t>
      </w:r>
    </w:p>
    <w:p w14:paraId="27192992" w14:textId="56398EAA" w:rsidR="00CA6EC9" w:rsidRPr="009C2683" w:rsidRDefault="00CA6EC9" w:rsidP="00591817">
      <w:pPr>
        <w:tabs>
          <w:tab w:val="left" w:pos="4962"/>
          <w:tab w:val="left" w:pos="5387"/>
          <w:tab w:val="right" w:pos="8931"/>
        </w:tabs>
        <w:rPr>
          <w:rFonts w:ascii="Helvetica" w:hAnsi="Helvetica" w:cs="Courier New"/>
          <w:color w:val="000000"/>
          <w:szCs w:val="22"/>
        </w:rPr>
      </w:pPr>
      <w:r w:rsidRPr="009C2683">
        <w:rPr>
          <w:rFonts w:ascii="Helvetica" w:hAnsi="Helvetica" w:cs="Courier New"/>
          <w:szCs w:val="22"/>
        </w:rPr>
        <w:t>Ort, Datum</w:t>
      </w:r>
      <w:r w:rsidR="009C2683">
        <w:rPr>
          <w:rFonts w:ascii="Helvetica" w:hAnsi="Helvetica" w:cs="Courier New"/>
          <w:szCs w:val="22"/>
        </w:rPr>
        <w:t xml:space="preserve"> </w:t>
      </w:r>
      <w:r w:rsidR="009C2683">
        <w:rPr>
          <w:rFonts w:ascii="Helvetica" w:hAnsi="Helvetica" w:cs="Courier New"/>
          <w:szCs w:val="22"/>
        </w:rPr>
        <w:tab/>
      </w:r>
      <w:r w:rsidRPr="009C2683">
        <w:rPr>
          <w:rFonts w:ascii="Helvetica" w:hAnsi="Helvetica" w:cs="Courier New"/>
          <w:szCs w:val="22"/>
        </w:rPr>
        <w:t xml:space="preserve">Rechtsverbindliche Unterschrift/en </w:t>
      </w:r>
    </w:p>
    <w:p w14:paraId="0B41E9C8" w14:textId="391628B7" w:rsidR="00DD7759" w:rsidRPr="009C2683" w:rsidRDefault="00DD7759" w:rsidP="00CA6EC9">
      <w:pPr>
        <w:rPr>
          <w:rFonts w:ascii="Helvetica" w:hAnsi="Helvetica"/>
        </w:rPr>
      </w:pPr>
    </w:p>
    <w:sectPr w:rsidR="00DD7759" w:rsidRPr="009C2683" w:rsidSect="00DD77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996F8" w14:textId="77777777" w:rsidR="00F32490" w:rsidRDefault="00F32490" w:rsidP="00DD7759">
      <w:r>
        <w:separator/>
      </w:r>
    </w:p>
  </w:endnote>
  <w:endnote w:type="continuationSeparator" w:id="0">
    <w:p w14:paraId="33E60D68" w14:textId="77777777" w:rsidR="00F32490" w:rsidRDefault="00F32490" w:rsidP="00DD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F164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3F0771E5" w14:textId="77777777" w:rsidTr="5EEBAB04">
      <w:trPr>
        <w:trHeight w:val="300"/>
      </w:trPr>
      <w:tc>
        <w:tcPr>
          <w:tcW w:w="3020" w:type="dxa"/>
        </w:tcPr>
        <w:p w14:paraId="0DEA45DD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6F86F81D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27E95FA8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1BA92B12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BA78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9903F" w14:textId="77777777" w:rsidR="00F32490" w:rsidRDefault="00F32490" w:rsidP="00DD7759">
      <w:r>
        <w:separator/>
      </w:r>
    </w:p>
  </w:footnote>
  <w:footnote w:type="continuationSeparator" w:id="0">
    <w:p w14:paraId="69D960F8" w14:textId="77777777" w:rsidR="00F32490" w:rsidRDefault="00F32490" w:rsidP="00DD7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8791A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327F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6CD0B2A4" wp14:editId="1D622DAC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1E411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C9"/>
    <w:rsid w:val="000332DB"/>
    <w:rsid w:val="00043AE1"/>
    <w:rsid w:val="00047999"/>
    <w:rsid w:val="000560BC"/>
    <w:rsid w:val="00095727"/>
    <w:rsid w:val="00116DDE"/>
    <w:rsid w:val="0012599C"/>
    <w:rsid w:val="001350B7"/>
    <w:rsid w:val="001735CF"/>
    <w:rsid w:val="001735D3"/>
    <w:rsid w:val="00192BAE"/>
    <w:rsid w:val="001E2A76"/>
    <w:rsid w:val="001E46FA"/>
    <w:rsid w:val="002E6FE6"/>
    <w:rsid w:val="002F56F9"/>
    <w:rsid w:val="003910C8"/>
    <w:rsid w:val="003B048D"/>
    <w:rsid w:val="003C1707"/>
    <w:rsid w:val="00417BD8"/>
    <w:rsid w:val="00425BC9"/>
    <w:rsid w:val="00441BDA"/>
    <w:rsid w:val="00450550"/>
    <w:rsid w:val="0047178F"/>
    <w:rsid w:val="00487B0C"/>
    <w:rsid w:val="004C5248"/>
    <w:rsid w:val="004D04C6"/>
    <w:rsid w:val="00582C9C"/>
    <w:rsid w:val="00591817"/>
    <w:rsid w:val="005D48FC"/>
    <w:rsid w:val="005E0ED3"/>
    <w:rsid w:val="006D5637"/>
    <w:rsid w:val="00701199"/>
    <w:rsid w:val="007754AF"/>
    <w:rsid w:val="0082195D"/>
    <w:rsid w:val="0083330D"/>
    <w:rsid w:val="008B028F"/>
    <w:rsid w:val="009174E5"/>
    <w:rsid w:val="00995CE6"/>
    <w:rsid w:val="009C2683"/>
    <w:rsid w:val="00A51BA7"/>
    <w:rsid w:val="00A610D8"/>
    <w:rsid w:val="00AA2A7C"/>
    <w:rsid w:val="00BB667F"/>
    <w:rsid w:val="00C1638A"/>
    <w:rsid w:val="00C40AC3"/>
    <w:rsid w:val="00C51053"/>
    <w:rsid w:val="00C84307"/>
    <w:rsid w:val="00C90BCA"/>
    <w:rsid w:val="00CA6EC9"/>
    <w:rsid w:val="00D05E8A"/>
    <w:rsid w:val="00D27AE1"/>
    <w:rsid w:val="00D32A86"/>
    <w:rsid w:val="00D80BDE"/>
    <w:rsid w:val="00DD7759"/>
    <w:rsid w:val="00E3238B"/>
    <w:rsid w:val="00E33DEE"/>
    <w:rsid w:val="00F32490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8C869"/>
  <w15:chartTrackingRefBased/>
  <w15:docId w15:val="{4F6AFC0D-CD81-A341-BB39-D1655A97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lt+TT"/>
    <w:qFormat/>
    <w:rsid w:val="00CA6EC9"/>
    <w:rPr>
      <w:rFonts w:ascii="Arial" w:eastAsia="Times New Roman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CA6EC9"/>
    <w:rPr>
      <w:color w:val="808080"/>
    </w:rPr>
  </w:style>
  <w:style w:type="character" w:customStyle="1" w:styleId="normaltextrun">
    <w:name w:val="normaltextrun"/>
    <w:basedOn w:val="Absatz-Standardschriftart"/>
    <w:rsid w:val="00391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tianhaasen/Library/Group%20Containers/UBF8T346G9.Office/User%20Content.localized/Templates.localized/RBX_Briefp_02%20nur%20Logo%20Kopfzei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EC7C16DECCB144787E39106B1F127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181CCB-7495-304E-8E0B-42EA2C3B6453}"/>
      </w:docPartPr>
      <w:docPartBody>
        <w:p w:rsidR="009D6FFB" w:rsidRDefault="009D6FFB" w:rsidP="009D6FFB">
          <w:pPr>
            <w:pStyle w:val="0EC7C16DECCB144787E39106B1F127B9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610042A417745A40888F610E9712EC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EDBA1D-8851-F84A-964F-ED7B3D62376C}"/>
      </w:docPartPr>
      <w:docPartBody>
        <w:p w:rsidR="009D6FFB" w:rsidRDefault="009D6FFB" w:rsidP="009D6FFB">
          <w:pPr>
            <w:pStyle w:val="610042A417745A40888F610E9712EC17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FB485AE87637A448938155E19C275E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9E9F42-C6EB-2148-A01B-366D2CE8B950}"/>
      </w:docPartPr>
      <w:docPartBody>
        <w:p w:rsidR="009D6FFB" w:rsidRDefault="009D6FFB" w:rsidP="009D6FFB">
          <w:pPr>
            <w:pStyle w:val="FB485AE87637A448938155E19C275E50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76ABADC1E76F014A8CE7BC406A01DE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676289-8BB4-5E4E-826E-8788470FB071}"/>
      </w:docPartPr>
      <w:docPartBody>
        <w:p w:rsidR="009D6FFB" w:rsidRDefault="009D6FFB" w:rsidP="009D6FFB">
          <w:pPr>
            <w:pStyle w:val="76ABADC1E76F014A8CE7BC406A01DE1A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18D4C82CB4C4454E9F05AA4E286B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16A3F-7245-D44B-AFD1-E56DEE524704}"/>
      </w:docPartPr>
      <w:docPartBody>
        <w:p w:rsidR="009D6FFB" w:rsidRDefault="009D6FFB" w:rsidP="009D6FFB">
          <w:pPr>
            <w:pStyle w:val="18D4C82CB4C4454E9F05AA4E286B8587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C0C85C4A643DAD4DB7A843013D0A98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9C523-7865-D544-9C65-E71B1ED36443}"/>
      </w:docPartPr>
      <w:docPartBody>
        <w:p w:rsidR="009D6FFB" w:rsidRDefault="009D6FFB" w:rsidP="009D6FFB">
          <w:pPr>
            <w:pStyle w:val="C0C85C4A643DAD4DB7A843013D0A986A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FB"/>
    <w:rsid w:val="00047999"/>
    <w:rsid w:val="00441BDA"/>
    <w:rsid w:val="009D6FFB"/>
    <w:rsid w:val="00A610D8"/>
    <w:rsid w:val="00CF53EE"/>
    <w:rsid w:val="00D2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D6FFB"/>
    <w:rPr>
      <w:color w:val="808080"/>
    </w:rPr>
  </w:style>
  <w:style w:type="paragraph" w:customStyle="1" w:styleId="0EC7C16DECCB144787E39106B1F127B9">
    <w:name w:val="0EC7C16DECCB144787E39106B1F127B9"/>
    <w:rsid w:val="009D6FFB"/>
  </w:style>
  <w:style w:type="paragraph" w:customStyle="1" w:styleId="610042A417745A40888F610E9712EC17">
    <w:name w:val="610042A417745A40888F610E9712EC17"/>
    <w:rsid w:val="009D6FFB"/>
  </w:style>
  <w:style w:type="paragraph" w:customStyle="1" w:styleId="FB485AE87637A448938155E19C275E50">
    <w:name w:val="FB485AE87637A448938155E19C275E50"/>
    <w:rsid w:val="009D6FFB"/>
  </w:style>
  <w:style w:type="paragraph" w:customStyle="1" w:styleId="76ABADC1E76F014A8CE7BC406A01DE1A">
    <w:name w:val="76ABADC1E76F014A8CE7BC406A01DE1A"/>
    <w:rsid w:val="009D6FFB"/>
  </w:style>
  <w:style w:type="paragraph" w:customStyle="1" w:styleId="18D4C82CB4C4454E9F05AA4E286B8587">
    <w:name w:val="18D4C82CB4C4454E9F05AA4E286B8587"/>
    <w:rsid w:val="009D6FFB"/>
  </w:style>
  <w:style w:type="paragraph" w:customStyle="1" w:styleId="C0C85C4A643DAD4DB7A843013D0A986A">
    <w:name w:val="C0C85C4A643DAD4DB7A843013D0A986A"/>
    <w:rsid w:val="009D6F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1d232c6158bb4f348200167c1d1dc125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7d9a640f448e3d4446a4dfb256ae4d66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öffentlich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Media Production</Unit>
    <Leistungsbeschreibung xmlns="76c4e5b6-54ee-4370-b051-e2ccac5262a8">Deep Dive Podcast Produktion 2026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NV_260213_01</Vergabe_x002d_Nr_x002e_>
    <zugeh_x00f6_rigesBKMJahr xmlns="76c4e5b6-54ee-4370-b051-e2ccac5262a8">
      <Value>2026</Value>
    </zugeh_x00f6_rigesBKMJahr>
    <Vergabeart xmlns="76c4e5b6-54ee-4370-b051-e2ccac5262a8">öffentliche Ausschreibung</Vergabear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3F75DE-99E7-4983-A14C-EFF85D12F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c4e5b6-54ee-4370-b051-e2ccac5262a8"/>
    <ds:schemaRef ds:uri="c83c3887-b55a-4802-97d5-e5d94ad83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E0192F-F8FA-46E1-BF51-43AE690876EF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4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95</Words>
  <Characters>599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Christian Haasen</cp:lastModifiedBy>
  <cp:revision>5</cp:revision>
  <dcterms:created xsi:type="dcterms:W3CDTF">2026-02-12T14:41:00Z</dcterms:created>
  <dcterms:modified xsi:type="dcterms:W3CDTF">2026-02-18T10:16:00Z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100169610121412485400469</vt:lpwstr>
  </property>
</Properties>
</file>